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4C7" w:rsidRDefault="002204C7" w:rsidP="00F101EB">
      <w:pPr>
        <w:jc w:val="center"/>
        <w:rPr>
          <w:sz w:val="28"/>
          <w:szCs w:val="28"/>
        </w:rPr>
      </w:pPr>
    </w:p>
    <w:p w:rsidR="002204C7" w:rsidRDefault="002204C7" w:rsidP="00F101EB">
      <w:pPr>
        <w:jc w:val="center"/>
        <w:rPr>
          <w:sz w:val="28"/>
          <w:szCs w:val="28"/>
        </w:rPr>
      </w:pPr>
    </w:p>
    <w:p w:rsidR="00F101EB" w:rsidRPr="00F6239F" w:rsidRDefault="00F101EB" w:rsidP="00F101EB">
      <w:pPr>
        <w:jc w:val="center"/>
        <w:rPr>
          <w:sz w:val="28"/>
          <w:szCs w:val="28"/>
        </w:rPr>
      </w:pPr>
      <w:r w:rsidRPr="00F6239F">
        <w:rPr>
          <w:sz w:val="28"/>
          <w:szCs w:val="28"/>
        </w:rPr>
        <w:t>САНКТ-ПЕТЕРБУРГСКАЯ АКАДЕМИЯ</w:t>
      </w:r>
    </w:p>
    <w:p w:rsidR="00F101EB" w:rsidRPr="00F6239F" w:rsidRDefault="00F101EB" w:rsidP="00F101EB">
      <w:pPr>
        <w:jc w:val="center"/>
        <w:rPr>
          <w:sz w:val="28"/>
          <w:szCs w:val="28"/>
        </w:rPr>
      </w:pPr>
      <w:r w:rsidRPr="00F6239F">
        <w:rPr>
          <w:sz w:val="28"/>
          <w:szCs w:val="28"/>
        </w:rPr>
        <w:t>УПРАВЛЕНИЯ И ЭКОНОМИКИ</w:t>
      </w:r>
    </w:p>
    <w:p w:rsidR="00F101EB" w:rsidRDefault="00F101EB" w:rsidP="00F101EB">
      <w:pPr>
        <w:jc w:val="center"/>
      </w:pPr>
    </w:p>
    <w:p w:rsidR="00F101EB" w:rsidRDefault="00F101EB" w:rsidP="00F101EB">
      <w:pPr>
        <w:jc w:val="center"/>
      </w:pPr>
    </w:p>
    <w:p w:rsidR="00F101EB" w:rsidRPr="007B471D" w:rsidRDefault="00F101EB" w:rsidP="00F101EB">
      <w:pPr>
        <w:jc w:val="center"/>
        <w:rPr>
          <w:sz w:val="32"/>
          <w:szCs w:val="32"/>
        </w:rPr>
      </w:pPr>
      <w:r w:rsidRPr="007B471D">
        <w:rPr>
          <w:sz w:val="32"/>
          <w:szCs w:val="32"/>
        </w:rPr>
        <w:t>Факультет менеджмента</w:t>
      </w:r>
    </w:p>
    <w:p w:rsidR="00F101EB" w:rsidRPr="007B471D" w:rsidRDefault="00F101EB" w:rsidP="00F101EB">
      <w:pPr>
        <w:jc w:val="center"/>
        <w:rPr>
          <w:sz w:val="32"/>
          <w:szCs w:val="32"/>
        </w:rPr>
      </w:pPr>
      <w:r w:rsidRPr="007B471D">
        <w:rPr>
          <w:sz w:val="32"/>
          <w:szCs w:val="32"/>
        </w:rPr>
        <w:t>Специальность:</w:t>
      </w:r>
      <w:r w:rsidR="002204C7">
        <w:rPr>
          <w:sz w:val="32"/>
          <w:szCs w:val="32"/>
        </w:rPr>
        <w:t xml:space="preserve"> </w:t>
      </w:r>
      <w:r w:rsidRPr="007B471D">
        <w:rPr>
          <w:sz w:val="32"/>
          <w:szCs w:val="32"/>
        </w:rPr>
        <w:t>080504 «Государственное и муниципальное управление»</w:t>
      </w:r>
    </w:p>
    <w:p w:rsidR="00F101EB" w:rsidRPr="00F6239F" w:rsidRDefault="00F101EB" w:rsidP="00F101EB">
      <w:pPr>
        <w:jc w:val="center"/>
        <w:rPr>
          <w:sz w:val="28"/>
          <w:szCs w:val="28"/>
        </w:rPr>
      </w:pPr>
    </w:p>
    <w:p w:rsidR="00F101EB" w:rsidRPr="00F6239F" w:rsidRDefault="00F101EB" w:rsidP="00F101EB">
      <w:pPr>
        <w:jc w:val="center"/>
        <w:rPr>
          <w:sz w:val="28"/>
          <w:szCs w:val="28"/>
        </w:rPr>
      </w:pPr>
    </w:p>
    <w:p w:rsidR="00F101EB" w:rsidRDefault="00F101EB" w:rsidP="00F101EB"/>
    <w:p w:rsidR="00F101EB" w:rsidRDefault="00F101EB" w:rsidP="00F101EB"/>
    <w:p w:rsidR="00F101EB" w:rsidRDefault="00F101EB" w:rsidP="00F101EB"/>
    <w:p w:rsidR="00F101EB" w:rsidRDefault="00F101EB" w:rsidP="00F101EB"/>
    <w:p w:rsidR="00F101EB" w:rsidRDefault="00F101EB" w:rsidP="00F101EB"/>
    <w:p w:rsidR="00F101EB" w:rsidRDefault="00F101EB" w:rsidP="00F101EB"/>
    <w:p w:rsidR="00F101EB" w:rsidRDefault="00F101EB" w:rsidP="00F101EB"/>
    <w:p w:rsidR="00F101EB" w:rsidRDefault="00F101EB" w:rsidP="00F101EB"/>
    <w:p w:rsidR="00F101EB" w:rsidRDefault="00F101EB" w:rsidP="00F101EB"/>
    <w:p w:rsidR="00F101EB" w:rsidRPr="00D046AD" w:rsidRDefault="00F101EB" w:rsidP="00F101EB">
      <w:pPr>
        <w:jc w:val="center"/>
        <w:rPr>
          <w:b/>
          <w:sz w:val="28"/>
          <w:szCs w:val="28"/>
        </w:rPr>
      </w:pPr>
      <w:r w:rsidRPr="00D046AD">
        <w:rPr>
          <w:b/>
          <w:sz w:val="28"/>
          <w:szCs w:val="28"/>
        </w:rPr>
        <w:t>Реферат</w:t>
      </w:r>
    </w:p>
    <w:p w:rsidR="00F101EB" w:rsidRPr="00D046AD" w:rsidRDefault="00F101EB" w:rsidP="00F101EB">
      <w:pPr>
        <w:jc w:val="center"/>
        <w:rPr>
          <w:b/>
          <w:sz w:val="28"/>
          <w:szCs w:val="28"/>
        </w:rPr>
      </w:pPr>
    </w:p>
    <w:p w:rsidR="00F101EB" w:rsidRPr="00D046AD" w:rsidRDefault="00F101EB" w:rsidP="00F101EB">
      <w:pPr>
        <w:jc w:val="center"/>
        <w:rPr>
          <w:b/>
          <w:sz w:val="28"/>
          <w:szCs w:val="28"/>
        </w:rPr>
      </w:pPr>
    </w:p>
    <w:p w:rsidR="00F101EB" w:rsidRPr="00D046AD" w:rsidRDefault="00F101EB" w:rsidP="00F101EB">
      <w:pPr>
        <w:rPr>
          <w:sz w:val="28"/>
          <w:szCs w:val="28"/>
        </w:rPr>
      </w:pPr>
      <w:r w:rsidRPr="00D046AD">
        <w:rPr>
          <w:sz w:val="28"/>
          <w:szCs w:val="28"/>
        </w:rPr>
        <w:t>Дисциплина:</w:t>
      </w:r>
      <w:r w:rsidR="00431273">
        <w:rPr>
          <w:sz w:val="28"/>
          <w:szCs w:val="28"/>
        </w:rPr>
        <w:t xml:space="preserve"> Региональная экономика и управление</w:t>
      </w:r>
    </w:p>
    <w:p w:rsidR="00F101EB" w:rsidRPr="00D046AD" w:rsidRDefault="00F101EB" w:rsidP="00F101EB">
      <w:pPr>
        <w:rPr>
          <w:sz w:val="28"/>
          <w:szCs w:val="28"/>
        </w:rPr>
      </w:pPr>
      <w:r w:rsidRPr="00D046AD">
        <w:rPr>
          <w:sz w:val="28"/>
          <w:szCs w:val="28"/>
        </w:rPr>
        <w:t xml:space="preserve">Тема: </w:t>
      </w:r>
      <w:r w:rsidR="00431273">
        <w:rPr>
          <w:sz w:val="28"/>
          <w:szCs w:val="28"/>
        </w:rPr>
        <w:t>«Предмет региональной экономики»</w:t>
      </w:r>
    </w:p>
    <w:p w:rsidR="00F101EB" w:rsidRDefault="00F101EB" w:rsidP="00F101EB"/>
    <w:p w:rsidR="00F101EB" w:rsidRDefault="00F101EB" w:rsidP="00F101EB"/>
    <w:p w:rsidR="00F101EB" w:rsidRDefault="00F101EB" w:rsidP="00F101EB"/>
    <w:p w:rsidR="00F101EB" w:rsidRDefault="00F101EB" w:rsidP="00F101EB"/>
    <w:p w:rsidR="00F101EB" w:rsidRDefault="00F101EB" w:rsidP="00F101EB"/>
    <w:p w:rsidR="00F101EB" w:rsidRDefault="00F101EB" w:rsidP="00F101EB"/>
    <w:p w:rsidR="00F101EB" w:rsidRPr="007B471D" w:rsidRDefault="00F101EB" w:rsidP="00F101EB">
      <w:pPr>
        <w:jc w:val="right"/>
        <w:rPr>
          <w:sz w:val="28"/>
          <w:szCs w:val="28"/>
        </w:rPr>
      </w:pPr>
      <w:r w:rsidRPr="007B471D">
        <w:rPr>
          <w:sz w:val="28"/>
          <w:szCs w:val="28"/>
        </w:rPr>
        <w:t>Выполнил:</w:t>
      </w:r>
    </w:p>
    <w:p w:rsidR="00F101EB" w:rsidRDefault="00F101EB" w:rsidP="00F101EB">
      <w:pPr>
        <w:jc w:val="right"/>
        <w:rPr>
          <w:sz w:val="28"/>
          <w:szCs w:val="28"/>
        </w:rPr>
      </w:pPr>
      <w:r w:rsidRPr="007B471D">
        <w:rPr>
          <w:sz w:val="28"/>
          <w:szCs w:val="28"/>
        </w:rPr>
        <w:t>Студент группы</w:t>
      </w:r>
      <w:r w:rsidR="00DD68FC">
        <w:rPr>
          <w:sz w:val="28"/>
          <w:szCs w:val="28"/>
        </w:rPr>
        <w:t xml:space="preserve">  04-5б</w:t>
      </w:r>
    </w:p>
    <w:p w:rsidR="00F101EB" w:rsidRPr="007B471D" w:rsidRDefault="002204C7" w:rsidP="00F101EB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Сапегина</w:t>
      </w:r>
      <w:proofErr w:type="spellEnd"/>
      <w:r>
        <w:rPr>
          <w:sz w:val="28"/>
          <w:szCs w:val="28"/>
        </w:rPr>
        <w:t xml:space="preserve"> Елена Ивановна</w:t>
      </w:r>
      <w:r w:rsidR="00F101EB">
        <w:rPr>
          <w:sz w:val="28"/>
          <w:szCs w:val="28"/>
        </w:rPr>
        <w:t xml:space="preserve"> </w:t>
      </w:r>
    </w:p>
    <w:p w:rsidR="00F101EB" w:rsidRDefault="00F101EB" w:rsidP="00F101EB">
      <w:pPr>
        <w:jc w:val="right"/>
        <w:rPr>
          <w:sz w:val="28"/>
          <w:szCs w:val="28"/>
        </w:rPr>
      </w:pPr>
      <w:r w:rsidRPr="007B471D">
        <w:rPr>
          <w:sz w:val="28"/>
          <w:szCs w:val="28"/>
        </w:rPr>
        <w:t>Преподаватель:</w:t>
      </w:r>
    </w:p>
    <w:p w:rsidR="002204C7" w:rsidRPr="007B471D" w:rsidRDefault="00DD68FC" w:rsidP="00F101EB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Ноева</w:t>
      </w:r>
      <w:proofErr w:type="spellEnd"/>
      <w:r>
        <w:rPr>
          <w:sz w:val="28"/>
          <w:szCs w:val="28"/>
        </w:rPr>
        <w:t xml:space="preserve"> Е. Е.</w:t>
      </w:r>
    </w:p>
    <w:p w:rsidR="00F101EB" w:rsidRPr="007B471D" w:rsidRDefault="00F101EB" w:rsidP="00F101EB">
      <w:pPr>
        <w:rPr>
          <w:sz w:val="28"/>
          <w:szCs w:val="28"/>
        </w:rPr>
      </w:pPr>
    </w:p>
    <w:p w:rsidR="00F101EB" w:rsidRDefault="00F101EB" w:rsidP="00F101EB"/>
    <w:p w:rsidR="00F101EB" w:rsidRDefault="00F101EB" w:rsidP="00F101EB"/>
    <w:p w:rsidR="00F101EB" w:rsidRDefault="00F101EB" w:rsidP="00F101EB"/>
    <w:p w:rsidR="00F101EB" w:rsidRDefault="00F101EB" w:rsidP="00F101EB"/>
    <w:p w:rsidR="00F101EB" w:rsidRDefault="00F101EB" w:rsidP="00F101EB"/>
    <w:p w:rsidR="00F101EB" w:rsidRDefault="00F101EB" w:rsidP="00F101EB"/>
    <w:p w:rsidR="00F101EB" w:rsidRDefault="00F101EB" w:rsidP="00F101EB">
      <w:pPr>
        <w:jc w:val="center"/>
      </w:pPr>
    </w:p>
    <w:p w:rsidR="00F101EB" w:rsidRDefault="00F101EB" w:rsidP="00F101EB">
      <w:pPr>
        <w:jc w:val="center"/>
      </w:pPr>
    </w:p>
    <w:p w:rsidR="00F101EB" w:rsidRDefault="00F101EB" w:rsidP="00F101EB">
      <w:pPr>
        <w:jc w:val="center"/>
      </w:pPr>
      <w:r>
        <w:t>Якутск 20</w:t>
      </w:r>
      <w:r w:rsidR="002204C7">
        <w:t>11</w:t>
      </w:r>
      <w:r w:rsidR="00431273">
        <w:t xml:space="preserve"> </w:t>
      </w:r>
      <w:r>
        <w:t>г.</w:t>
      </w:r>
    </w:p>
    <w:p w:rsidR="00F34AC2" w:rsidRDefault="00F34AC2"/>
    <w:sectPr w:rsidR="00F34AC2" w:rsidSect="002204C7">
      <w:pgSz w:w="11906" w:h="16838"/>
      <w:pgMar w:top="1134" w:right="567" w:bottom="1418" w:left="1418" w:header="720" w:footer="720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attachedTemplate r:id="rId1"/>
  <w:stylePaneFormatFilter w:val="3F01"/>
  <w:doNotTrackMoves/>
  <w:defaultTabStop w:val="708"/>
  <w:drawingGridHorizontalSpacing w:val="12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1273"/>
    <w:rsid w:val="002204C7"/>
    <w:rsid w:val="003D51D0"/>
    <w:rsid w:val="00431273"/>
    <w:rsid w:val="005A2AB1"/>
    <w:rsid w:val="00AF2B56"/>
    <w:rsid w:val="00C02CAE"/>
    <w:rsid w:val="00C444F9"/>
    <w:rsid w:val="00DD68FC"/>
    <w:rsid w:val="00DE2EB8"/>
    <w:rsid w:val="00F101EB"/>
    <w:rsid w:val="00F34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1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5;&#1083;&#1077;&#1085;&#1072;\&#1052;&#1086;&#1080;%20&#1076;&#1086;&#1082;&#1091;&#1084;&#1077;&#1085;&#1090;&#1099;\&#1051;&#1077;&#1085;\&#1091;&#1095;&#1077;&#1073;&#1072;\&#1058;&#1080;&#1090;&#1091;&#1083;&#1100;&#1085;&#1099;&#1081;%20&#1083;&#1080;&#1089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FB990-1B0A-4B87-89E4-72E52E15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Титульный лист</Template>
  <TotalTime>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САНКТ-ПЕТЕРБУРГСКАЯ АКАДЕМИЯ</vt:lpstr>
    </vt:vector>
  </TitlesOfParts>
  <Company>IME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САНКТ-ПЕТЕРБУРГСКАЯ АКАДЕМИЯ</dc:title>
  <dc:subject/>
  <dc:creator>Valued eMachines Customer</dc:creator>
  <cp:keywords/>
  <dc:description/>
  <cp:lastModifiedBy>Valued eMachines Customer</cp:lastModifiedBy>
  <cp:revision>3</cp:revision>
  <dcterms:created xsi:type="dcterms:W3CDTF">2011-01-06T18:16:00Z</dcterms:created>
  <dcterms:modified xsi:type="dcterms:W3CDTF">2011-01-15T07:06:00Z</dcterms:modified>
</cp:coreProperties>
</file>